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673D28" w:rsidP="00DC5D71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C5D71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673D28" w:rsidP="00DC5D71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C5D71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673D28" w:rsidP="00DC5D71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C5D71">
              <w:rPr>
                <w:rStyle w:val="PlaceholderText"/>
                <w:noProof/>
              </w:rPr>
              <w:t>Coordinate Algebra Unit 2 Week 3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673D28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673D2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DC5D71" w:rsidRPr="00D8707F" w:rsidRDefault="00DC5D71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673D28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DC5D71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673D28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673D28" w:rsidP="00DC5D71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DC5D71" w:rsidRPr="00DC5D71">
              <w:rPr>
                <w:rStyle w:val="PlaceholderText"/>
                <w:noProof/>
                <w:sz w:val="22"/>
              </w:rPr>
              <w:tab/>
              <w:t>A-REI.1.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673D28" w:rsidP="00CA2D89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CA2D89" w:rsidRPr="00CA2D89">
              <w:rPr>
                <w:rStyle w:val="PlaceholderText"/>
                <w:noProof/>
                <w:sz w:val="22"/>
              </w:rPr>
              <w:t>A-REI.6. Solve systems of linear equations exactly and approximately (e.g., with graphs), focusing on pairs of linear equations in two variables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0D5E5E" w:rsidRPr="00D8707F" w:rsidRDefault="00673D28" w:rsidP="00A134FA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A134FA" w:rsidRPr="00A134FA">
              <w:rPr>
                <w:rStyle w:val="PlaceholderText"/>
                <w:noProof/>
                <w:sz w:val="22"/>
              </w:rPr>
              <w:t>•</w:t>
            </w:r>
            <w:r w:rsidR="00A134FA" w:rsidRPr="00A134FA">
              <w:rPr>
                <w:rStyle w:val="PlaceholderText"/>
                <w:noProof/>
                <w:sz w:val="22"/>
              </w:rPr>
              <w:tab/>
              <w:t xml:space="preserve"> A-REI.5. Prove that, given a system of two equations in two variables, replacing one equation by the sum of that equation and a multiple of the other produces a system with the same solutions.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673D28" w:rsidP="00A134FA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A134FA" w:rsidRPr="00A134FA">
              <w:rPr>
                <w:rStyle w:val="PlaceholderText"/>
                <w:noProof/>
                <w:sz w:val="22"/>
              </w:rPr>
              <w:t>•</w:t>
            </w:r>
            <w:r w:rsidR="00A134FA" w:rsidRPr="00A134FA">
              <w:rPr>
                <w:rStyle w:val="PlaceholderText"/>
                <w:noProof/>
                <w:sz w:val="22"/>
              </w:rPr>
              <w:tab/>
              <w:t xml:space="preserve"> A-REI.5. Prove that, given a system of two equations in two variables, replacing one equation by the sum of that equation and a multiple of the other produces a system with the same solutions.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673D28" w:rsidP="00A134FA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A134FA" w:rsidRPr="00A134FA">
              <w:rPr>
                <w:rStyle w:val="PlaceholderText"/>
                <w:sz w:val="22"/>
              </w:rPr>
              <w:t>•</w:t>
            </w:r>
            <w:r w:rsidR="00A134FA" w:rsidRPr="00A134FA">
              <w:rPr>
                <w:rStyle w:val="PlaceholderText"/>
                <w:sz w:val="22"/>
              </w:rPr>
              <w:tab/>
              <w:t xml:space="preserve"> A-REI.5. Prove that, given a system of two equations in two variables, replacing one equation by the sum of that equation and a multiple of the other produces a system with the same solutions</w:t>
            </w:r>
            <w:proofErr w:type="gramStart"/>
            <w:r w:rsidR="00A134FA" w:rsidRPr="00A134FA">
              <w:rPr>
                <w:rStyle w:val="PlaceholderText"/>
                <w:sz w:val="22"/>
              </w:rPr>
              <w:t>.•</w:t>
            </w:r>
            <w:proofErr w:type="gramEnd"/>
            <w:r w:rsidR="00A134FA" w:rsidRPr="00A134FA">
              <w:rPr>
                <w:rStyle w:val="PlaceholderText"/>
                <w:sz w:val="22"/>
              </w:rPr>
              <w:tab/>
              <w:t xml:space="preserve"> 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673D28" w:rsidP="00DC5D7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C5D71">
              <w:rPr>
                <w:rStyle w:val="PlaceholderText"/>
                <w:noProof/>
              </w:rPr>
              <w:t>How do you represent an inequality?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673D28" w:rsidP="001C631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>
              <w:rPr>
                <w:rStyle w:val="PlaceholderText"/>
                <w:noProof/>
              </w:rPr>
              <w:t>How do you identify the solution to a system of inequalities?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673D28" w:rsidP="001C631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>
              <w:rPr>
                <w:rStyle w:val="PlaceholderText"/>
                <w:noProof/>
              </w:rPr>
              <w:t>How can you solve a system of equations using multiple approaches?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673D28" w:rsidP="0032629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26299" w:rsidRPr="00326299">
              <w:rPr>
                <w:rStyle w:val="PlaceholderText"/>
                <w:noProof/>
              </w:rPr>
              <w:t>How can you solve a system of equations using multiple approaches?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673D28" w:rsidP="0032629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26299">
              <w:rPr>
                <w:rStyle w:val="PlaceholderText"/>
                <w:noProof/>
              </w:rPr>
              <w:t>How do you solve a system by graphing?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DC5D71" w:rsidRDefault="00673D28" w:rsidP="00DC5D71">
            <w:pPr>
              <w:rPr>
                <w:rStyle w:val="PlaceholderText"/>
                <w:noProof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C5D71">
              <w:rPr>
                <w:rStyle w:val="PlaceholderText"/>
                <w:noProof/>
              </w:rPr>
              <w:t>Combining Inequalities assessment task follow their plan</w:t>
            </w:r>
          </w:p>
          <w:p w:rsidR="00DC5D71" w:rsidRDefault="00DC5D71" w:rsidP="00DC5D71">
            <w:pPr>
              <w:rPr>
                <w:rStyle w:val="PlaceholderText"/>
                <w:noProof/>
              </w:rPr>
            </w:pPr>
          </w:p>
          <w:p w:rsidR="00E14634" w:rsidRPr="00AC3EA9" w:rsidRDefault="00DC5D71" w:rsidP="00DC5D71">
            <w:pPr>
              <w:rPr>
                <w:sz w:val="22"/>
              </w:rPr>
            </w:pPr>
            <w:r>
              <w:rPr>
                <w:rStyle w:val="PlaceholderText"/>
                <w:noProof/>
              </w:rPr>
              <w:t>Random Groups</w:t>
            </w:r>
            <w:r w:rsidR="00673D28"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673D28" w:rsidP="00DD7ADD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673D28" w:rsidP="001C631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>
              <w:rPr>
                <w:rStyle w:val="PlaceholderText"/>
                <w:noProof/>
              </w:rPr>
              <w:t>Use Geogebra to graph 2 equations and find the point of intersection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673D28" w:rsidP="001C631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 w:rsidRPr="001C6314">
              <w:rPr>
                <w:rStyle w:val="PlaceholderText"/>
                <w:noProof/>
              </w:rPr>
              <w:t>Use Geogebra to graph 2 equations and find the point of intersection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673D28" w:rsidP="001C631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>
              <w:rPr>
                <w:rStyle w:val="PlaceholderText"/>
                <w:noProof/>
              </w:rPr>
              <w:t>Use playing cards to partner students Give each pair a set of equations to graph and solve using Geogebra or a graphing calculator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673D28" w:rsidP="00DC5D7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proofErr w:type="spellStart"/>
            <w:r w:rsidR="001C6314">
              <w:rPr>
                <w:rStyle w:val="PlaceholderText"/>
              </w:rPr>
              <w:t>o</w:t>
            </w:r>
            <w:r w:rsidR="00DC5D71">
              <w:rPr>
                <w:rStyle w:val="PlaceholderText"/>
                <w:noProof/>
              </w:rPr>
              <w:t>Defining</w:t>
            </w:r>
            <w:proofErr w:type="spellEnd"/>
            <w:r w:rsidR="00DC5D71">
              <w:rPr>
                <w:rStyle w:val="PlaceholderText"/>
                <w:noProof/>
              </w:rPr>
              <w:t xml:space="preserve"> Regions using inequalities MAP Task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673D28" w:rsidP="00A134FA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134FA" w:rsidRPr="00A134FA">
              <w:rPr>
                <w:rStyle w:val="PlaceholderText"/>
                <w:noProof/>
              </w:rPr>
              <w:t>Defining Regions using inequalities MAP Task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673D28" w:rsidP="00A134FA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134FA">
              <w:rPr>
                <w:rStyle w:val="PlaceholderText"/>
                <w:noProof/>
              </w:rPr>
              <w:t>StATE TASKsolving systems algebraically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673D28" w:rsidP="00CA2D8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A2D89" w:rsidRPr="00CA2D89">
              <w:rPr>
                <w:rStyle w:val="PlaceholderText"/>
                <w:noProof/>
              </w:rPr>
              <w:t>StATE TASKsolving systems algebraically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673D28" w:rsidP="00CA2D8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A2D89">
              <w:rPr>
                <w:rStyle w:val="PlaceholderText"/>
                <w:noProof/>
              </w:rPr>
              <w:t>Active learning lesson 4.1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lastRenderedPageBreak/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673D28" w:rsidP="00DC5D7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C5D71">
              <w:rPr>
                <w:rStyle w:val="PlaceholderText"/>
                <w:noProof/>
              </w:rPr>
              <w:t>Debrief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673D28" w:rsidP="0032629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26299">
              <w:rPr>
                <w:rStyle w:val="PlaceholderText"/>
                <w:noProof/>
              </w:rPr>
              <w:t>Write your teacher an email on the topic"What I thought I learned today?"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673D28" w:rsidP="0032629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26299">
              <w:rPr>
                <w:rStyle w:val="PlaceholderText"/>
                <w:noProof/>
              </w:rPr>
              <w:t>Complete  chklst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673D28" w:rsidP="0032629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26299">
              <w:rPr>
                <w:rStyle w:val="PlaceholderText"/>
                <w:noProof/>
              </w:rPr>
              <w:t>Complete chklst and submit to teacher for discussion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673D28" w:rsidP="00326299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26299">
              <w:rPr>
                <w:rStyle w:val="PlaceholderText"/>
                <w:noProof/>
              </w:rPr>
              <w:t>Complete the acrostic for "systems'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673D2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673D2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673D2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673D2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673D2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673D2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673D2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673D28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673D28" w:rsidP="001C631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1C6314">
              <w:rPr>
                <w:rFonts w:eastAsia="MS Gothic"/>
                <w:noProof/>
                <w:sz w:val="22"/>
              </w:rPr>
              <w:t>hw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673D28" w:rsidP="001C631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1C6314">
              <w:rPr>
                <w:rFonts w:eastAsia="MS Gothic"/>
                <w:noProof/>
                <w:sz w:val="22"/>
              </w:rPr>
              <w:t>hw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673D28" w:rsidP="001C631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1C6314">
              <w:rPr>
                <w:rFonts w:eastAsia="MS Gothic"/>
                <w:noProof/>
                <w:sz w:val="22"/>
              </w:rPr>
              <w:t>student checklist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1C631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Thinking Maps</w:t>
            </w:r>
          </w:p>
        </w:tc>
        <w:tc>
          <w:tcPr>
            <w:tcW w:w="2436" w:type="dxa"/>
          </w:tcPr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673D28" w:rsidP="00DC5D7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673D28" w:rsidP="001C6314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>
              <w:rPr>
                <w:rStyle w:val="PlaceholderText"/>
                <w:noProof/>
              </w:rPr>
              <w:t>p 403 systemsof equations wrkht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CA2D89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A2D89">
              <w:rPr>
                <w:rStyle w:val="PlaceholderText"/>
                <w:noProof/>
              </w:rPr>
              <w:t>p594 systems of equaitons and inequalities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673D28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1C6314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>
              <w:rPr>
                <w:rStyle w:val="PlaceholderText"/>
                <w:noProof/>
              </w:rPr>
              <w:t>Geogebra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1C6314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1C6314">
              <w:rPr>
                <w:rStyle w:val="PlaceholderText"/>
                <w:noProof/>
              </w:rPr>
              <w:t>Geogebra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673D2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984" w:rsidRDefault="00046984" w:rsidP="00EE24E8">
      <w:r>
        <w:separator/>
      </w:r>
    </w:p>
  </w:endnote>
  <w:endnote w:type="continuationSeparator" w:id="0">
    <w:p w:rsidR="00046984" w:rsidRDefault="00046984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D71" w:rsidRPr="00EE24E8" w:rsidRDefault="00DC5D71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326299">
      <w:rPr>
        <w:b/>
        <w:i/>
        <w:noProof/>
        <w:sz w:val="20"/>
        <w:szCs w:val="20"/>
      </w:rPr>
      <w:t>2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984" w:rsidRDefault="00046984" w:rsidP="00EE24E8">
      <w:r>
        <w:separator/>
      </w:r>
    </w:p>
  </w:footnote>
  <w:footnote w:type="continuationSeparator" w:id="0">
    <w:p w:rsidR="00046984" w:rsidRDefault="00046984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46984"/>
    <w:rsid w:val="00052894"/>
    <w:rsid w:val="000530E0"/>
    <w:rsid w:val="00090E51"/>
    <w:rsid w:val="000D5E5E"/>
    <w:rsid w:val="00172F01"/>
    <w:rsid w:val="001C6314"/>
    <w:rsid w:val="001E408C"/>
    <w:rsid w:val="00203EED"/>
    <w:rsid w:val="0025060A"/>
    <w:rsid w:val="00281535"/>
    <w:rsid w:val="002836B2"/>
    <w:rsid w:val="002A1278"/>
    <w:rsid w:val="00326299"/>
    <w:rsid w:val="003465A0"/>
    <w:rsid w:val="00424BE8"/>
    <w:rsid w:val="00454EC8"/>
    <w:rsid w:val="004F1B15"/>
    <w:rsid w:val="00555B72"/>
    <w:rsid w:val="00584030"/>
    <w:rsid w:val="00596188"/>
    <w:rsid w:val="005D476F"/>
    <w:rsid w:val="00625D4C"/>
    <w:rsid w:val="00673D28"/>
    <w:rsid w:val="00681418"/>
    <w:rsid w:val="00791AF4"/>
    <w:rsid w:val="007A3B87"/>
    <w:rsid w:val="007F5094"/>
    <w:rsid w:val="00876BA1"/>
    <w:rsid w:val="00953A35"/>
    <w:rsid w:val="00977842"/>
    <w:rsid w:val="009B248F"/>
    <w:rsid w:val="009E7A9A"/>
    <w:rsid w:val="00A01929"/>
    <w:rsid w:val="00A134FA"/>
    <w:rsid w:val="00A951FD"/>
    <w:rsid w:val="00AC3EA9"/>
    <w:rsid w:val="00B83514"/>
    <w:rsid w:val="00C025B0"/>
    <w:rsid w:val="00CA2D89"/>
    <w:rsid w:val="00CB4338"/>
    <w:rsid w:val="00CF11DB"/>
    <w:rsid w:val="00D23197"/>
    <w:rsid w:val="00D8074F"/>
    <w:rsid w:val="00D8707F"/>
    <w:rsid w:val="00DC5D71"/>
    <w:rsid w:val="00DD7ADD"/>
    <w:rsid w:val="00DE40A9"/>
    <w:rsid w:val="00DF44AF"/>
    <w:rsid w:val="00E14634"/>
    <w:rsid w:val="00E36519"/>
    <w:rsid w:val="00EC32BF"/>
    <w:rsid w:val="00EC346E"/>
    <w:rsid w:val="00EE24E8"/>
    <w:rsid w:val="00F3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3B2E-CBBD-421C-AE37-E4FBC8A7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159</TotalTime>
  <Pages>2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3</cp:revision>
  <cp:lastPrinted>2011-06-28T13:15:00Z</cp:lastPrinted>
  <dcterms:created xsi:type="dcterms:W3CDTF">2012-06-07T15:42:00Z</dcterms:created>
  <dcterms:modified xsi:type="dcterms:W3CDTF">2012-06-07T18:20:00Z</dcterms:modified>
</cp:coreProperties>
</file>